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3253" w:rsidRPr="00163253" w:rsidRDefault="00B02B0B" w:rsidP="00163253">
      <w:pPr>
        <w:tabs>
          <w:tab w:val="right" w:pos="10170"/>
        </w:tabs>
      </w:pPr>
      <w:r w:rsidRPr="00163253">
        <w:rPr>
          <w:lang w:val="en-US"/>
        </w:rPr>
        <w:t>Study this job advertisement and the information from</w:t>
      </w:r>
      <w:r w:rsidR="00163253" w:rsidRPr="00163253">
        <w:rPr>
          <w:lang w:val="en-US"/>
        </w:rPr>
        <w:t xml:space="preserve"> three application forms below.</w:t>
      </w:r>
    </w:p>
    <w:p w:rsidR="00163253" w:rsidRPr="00163253" w:rsidRDefault="00B02B0B" w:rsidP="00163253">
      <w:pPr>
        <w:pStyle w:val="ListParagraph"/>
        <w:numPr>
          <w:ilvl w:val="0"/>
          <w:numId w:val="17"/>
        </w:numPr>
        <w:tabs>
          <w:tab w:val="right" w:pos="10170"/>
        </w:tabs>
        <w:ind w:left="360"/>
      </w:pPr>
      <w:r w:rsidRPr="00163253">
        <w:rPr>
          <w:lang w:val="en-US"/>
        </w:rPr>
        <w:t>Which of the three people would be most suitable for the job? Give reasons for your choice of the suc</w:t>
      </w:r>
      <w:r w:rsidRPr="00163253">
        <w:rPr>
          <w:lang w:val="en-US"/>
        </w:rPr>
        <w:t>cessful applicant and why you would reject the other two applicants.</w:t>
      </w:r>
    </w:p>
    <w:p w:rsidR="00163253" w:rsidRPr="00163253" w:rsidRDefault="00163253" w:rsidP="00163253">
      <w:pPr>
        <w:tabs>
          <w:tab w:val="right" w:pos="10170"/>
        </w:tabs>
      </w:pPr>
      <w:r w:rsidRPr="00163253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163253">
        <w:tab/>
        <w:t>[3]</w:t>
      </w:r>
    </w:p>
    <w:p w:rsidR="00163253" w:rsidRPr="00163253" w:rsidRDefault="00163253" w:rsidP="00163253">
      <w:pPr>
        <w:tabs>
          <w:tab w:val="right" w:pos="10170"/>
        </w:tabs>
        <w:spacing w:after="0"/>
      </w:pPr>
      <w:r w:rsidRPr="00163253">
        <w:rPr>
          <w:b/>
          <w:bCs/>
          <w:lang w:val="en-US"/>
        </w:rPr>
        <w:t>Personal Assistant (PA)</w:t>
      </w:r>
    </w:p>
    <w:p w:rsidR="00000000" w:rsidRPr="00163253" w:rsidRDefault="00B02B0B" w:rsidP="00163253">
      <w:pPr>
        <w:numPr>
          <w:ilvl w:val="0"/>
          <w:numId w:val="15"/>
        </w:numPr>
        <w:tabs>
          <w:tab w:val="right" w:pos="10170"/>
        </w:tabs>
        <w:spacing w:after="0"/>
      </w:pPr>
      <w:r w:rsidRPr="00163253">
        <w:rPr>
          <w:lang w:val="en-US"/>
        </w:rPr>
        <w:t>Salary in excess of $20 000 p</w:t>
      </w:r>
      <w:r w:rsidRPr="00163253">
        <w:rPr>
          <w:lang w:val="en-US"/>
        </w:rPr>
        <w:t>er year.</w:t>
      </w:r>
    </w:p>
    <w:p w:rsidR="00000000" w:rsidRPr="00163253" w:rsidRDefault="00B02B0B" w:rsidP="00163253">
      <w:pPr>
        <w:numPr>
          <w:ilvl w:val="0"/>
          <w:numId w:val="15"/>
        </w:numPr>
        <w:tabs>
          <w:tab w:val="right" w:pos="10170"/>
        </w:tabs>
        <w:spacing w:after="0"/>
      </w:pPr>
      <w:r w:rsidRPr="00163253">
        <w:rPr>
          <w:lang w:val="en-US"/>
        </w:rPr>
        <w:t>The General Manager of the New Cairo office requires an experienced and highly skilled Personal Assistant to provide a complete supper service. In a typically busy day you will mana</w:t>
      </w:r>
      <w:r w:rsidRPr="00163253">
        <w:rPr>
          <w:lang w:val="en-US"/>
        </w:rPr>
        <w:t>ge the General Manager’s office, word process a variety of documents, maintain an accurate diary and liaise with customers, clients and corporate contracts.</w:t>
      </w:r>
    </w:p>
    <w:p w:rsidR="00000000" w:rsidRPr="00163253" w:rsidRDefault="00B02B0B" w:rsidP="00163253">
      <w:pPr>
        <w:numPr>
          <w:ilvl w:val="0"/>
          <w:numId w:val="15"/>
        </w:numPr>
        <w:tabs>
          <w:tab w:val="right" w:pos="10170"/>
        </w:tabs>
        <w:spacing w:after="0"/>
      </w:pPr>
      <w:r w:rsidRPr="00163253">
        <w:rPr>
          <w:lang w:val="en-US"/>
        </w:rPr>
        <w:t>You will need to be able to demon</w:t>
      </w:r>
      <w:r w:rsidRPr="00163253">
        <w:rPr>
          <w:lang w:val="en-US"/>
        </w:rPr>
        <w:t>strate excellent keyboard skills, knowledge of Microsoft office and associated programs, a good standard of numeracy and literacy and have previous experience in a similar role.</w:t>
      </w:r>
      <w:r w:rsidR="00163253" w:rsidRPr="00163253">
        <w:rPr>
          <w:lang w:val="en-US"/>
        </w:rPr>
        <w:t xml:space="preserve"> </w:t>
      </w:r>
      <w:r w:rsidRPr="00163253">
        <w:rPr>
          <w:i/>
          <w:iCs/>
          <w:lang w:val="en-US"/>
        </w:rPr>
        <w:t>If you enjoy</w:t>
      </w:r>
      <w:r w:rsidRPr="00163253">
        <w:rPr>
          <w:i/>
          <w:iCs/>
          <w:lang w:val="en-US"/>
        </w:rPr>
        <w:t xml:space="preserve"> working in a friendly team, please </w:t>
      </w:r>
      <w:r w:rsidR="00163253" w:rsidRPr="00163253">
        <w:rPr>
          <w:i/>
          <w:iCs/>
          <w:lang w:val="en-US"/>
        </w:rPr>
        <w:t>s</w:t>
      </w:r>
      <w:r w:rsidRPr="00163253">
        <w:rPr>
          <w:i/>
          <w:iCs/>
          <w:lang w:val="en-US"/>
        </w:rPr>
        <w:t>end your CV to Karim Hassam, Huma</w:t>
      </w:r>
      <w:r w:rsidR="00163253" w:rsidRPr="00163253">
        <w:rPr>
          <w:i/>
          <w:iCs/>
          <w:lang w:val="en-US"/>
        </w:rPr>
        <w:t>n Resources, NYCO PLC. 1234 Suez Street, N</w:t>
      </w:r>
      <w:r w:rsidRPr="00163253">
        <w:rPr>
          <w:i/>
          <w:iCs/>
          <w:lang w:val="en-US"/>
        </w:rPr>
        <w:t>ew Cairo, 123456.</w:t>
      </w:r>
    </w:p>
    <w:tbl>
      <w:tblPr>
        <w:tblW w:w="11070" w:type="dxa"/>
        <w:tblInd w:w="-46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553"/>
        <w:gridCol w:w="2857"/>
        <w:gridCol w:w="2700"/>
        <w:gridCol w:w="3960"/>
      </w:tblGrid>
      <w:tr w:rsidR="00163253" w:rsidRPr="00163253" w:rsidTr="00163253">
        <w:trPr>
          <w:trHeight w:val="223"/>
        </w:trPr>
        <w:tc>
          <w:tcPr>
            <w:tcW w:w="1553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63253" w:rsidRPr="00163253" w:rsidRDefault="00163253" w:rsidP="00163253">
            <w:pPr>
              <w:tabs>
                <w:tab w:val="right" w:pos="10170"/>
              </w:tabs>
              <w:spacing w:after="0"/>
            </w:pPr>
          </w:p>
        </w:tc>
        <w:tc>
          <w:tcPr>
            <w:tcW w:w="2857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63253" w:rsidRPr="00163253" w:rsidRDefault="00163253" w:rsidP="00163253">
            <w:pPr>
              <w:tabs>
                <w:tab w:val="right" w:pos="10170"/>
              </w:tabs>
              <w:spacing w:after="0"/>
            </w:pPr>
            <w:r w:rsidRPr="00163253">
              <w:rPr>
                <w:b/>
                <w:bCs/>
                <w:lang w:val="en-US"/>
              </w:rPr>
              <w:t>Applicant 1</w:t>
            </w:r>
          </w:p>
        </w:tc>
        <w:tc>
          <w:tcPr>
            <w:tcW w:w="270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63253" w:rsidRPr="00163253" w:rsidRDefault="00163253" w:rsidP="00163253">
            <w:pPr>
              <w:tabs>
                <w:tab w:val="right" w:pos="10170"/>
              </w:tabs>
              <w:spacing w:after="0"/>
            </w:pPr>
            <w:r w:rsidRPr="00163253">
              <w:rPr>
                <w:b/>
                <w:bCs/>
                <w:lang w:val="en-US"/>
              </w:rPr>
              <w:t>Applicant 2</w:t>
            </w:r>
          </w:p>
        </w:tc>
        <w:tc>
          <w:tcPr>
            <w:tcW w:w="396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63253" w:rsidRPr="00163253" w:rsidRDefault="00163253" w:rsidP="00163253">
            <w:pPr>
              <w:tabs>
                <w:tab w:val="right" w:pos="10170"/>
              </w:tabs>
              <w:spacing w:after="0"/>
            </w:pPr>
            <w:r w:rsidRPr="00163253">
              <w:rPr>
                <w:b/>
                <w:bCs/>
                <w:lang w:val="en-US"/>
              </w:rPr>
              <w:t>Applicant 3</w:t>
            </w:r>
          </w:p>
        </w:tc>
      </w:tr>
      <w:tr w:rsidR="00163253" w:rsidRPr="00163253" w:rsidTr="00163253">
        <w:trPr>
          <w:trHeight w:val="138"/>
        </w:trPr>
        <w:tc>
          <w:tcPr>
            <w:tcW w:w="1553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63253" w:rsidRPr="00163253" w:rsidRDefault="00163253" w:rsidP="00163253">
            <w:pPr>
              <w:tabs>
                <w:tab w:val="right" w:pos="10170"/>
              </w:tabs>
              <w:spacing w:after="0"/>
            </w:pPr>
            <w:r w:rsidRPr="00163253">
              <w:rPr>
                <w:b/>
                <w:bCs/>
                <w:lang w:val="en-US"/>
              </w:rPr>
              <w:t>Name</w:t>
            </w:r>
          </w:p>
        </w:tc>
        <w:tc>
          <w:tcPr>
            <w:tcW w:w="2857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63253" w:rsidRPr="00163253" w:rsidRDefault="00163253" w:rsidP="00163253">
            <w:pPr>
              <w:tabs>
                <w:tab w:val="right" w:pos="10170"/>
              </w:tabs>
              <w:spacing w:after="0"/>
            </w:pPr>
            <w:r w:rsidRPr="00163253">
              <w:rPr>
                <w:lang w:val="en-US"/>
              </w:rPr>
              <w:t>Karma Abdul</w:t>
            </w:r>
          </w:p>
        </w:tc>
        <w:tc>
          <w:tcPr>
            <w:tcW w:w="270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63253" w:rsidRPr="00163253" w:rsidRDefault="00163253" w:rsidP="00163253">
            <w:pPr>
              <w:tabs>
                <w:tab w:val="right" w:pos="10170"/>
              </w:tabs>
              <w:spacing w:after="0"/>
            </w:pPr>
            <w:r w:rsidRPr="00163253">
              <w:rPr>
                <w:lang w:val="en-US"/>
              </w:rPr>
              <w:t xml:space="preserve">Salah </w:t>
            </w:r>
            <w:proofErr w:type="spellStart"/>
            <w:r w:rsidRPr="00163253">
              <w:rPr>
                <w:lang w:val="en-US"/>
              </w:rPr>
              <w:t>Alla</w:t>
            </w:r>
            <w:proofErr w:type="spellEnd"/>
          </w:p>
        </w:tc>
        <w:tc>
          <w:tcPr>
            <w:tcW w:w="396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63253" w:rsidRPr="00163253" w:rsidRDefault="00163253" w:rsidP="00163253">
            <w:pPr>
              <w:tabs>
                <w:tab w:val="right" w:pos="10170"/>
              </w:tabs>
              <w:spacing w:after="0"/>
            </w:pPr>
            <w:r w:rsidRPr="00163253">
              <w:rPr>
                <w:lang w:val="en-US"/>
              </w:rPr>
              <w:t xml:space="preserve">Omnia </w:t>
            </w:r>
            <w:proofErr w:type="spellStart"/>
            <w:r w:rsidRPr="00163253">
              <w:rPr>
                <w:lang w:val="en-US"/>
              </w:rPr>
              <w:t>Sheta</w:t>
            </w:r>
            <w:proofErr w:type="spellEnd"/>
          </w:p>
        </w:tc>
      </w:tr>
      <w:tr w:rsidR="00163253" w:rsidRPr="00163253" w:rsidTr="00163253">
        <w:trPr>
          <w:trHeight w:val="178"/>
        </w:trPr>
        <w:tc>
          <w:tcPr>
            <w:tcW w:w="155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63253" w:rsidRPr="00163253" w:rsidRDefault="00163253" w:rsidP="00163253">
            <w:pPr>
              <w:tabs>
                <w:tab w:val="right" w:pos="10170"/>
              </w:tabs>
              <w:spacing w:after="0"/>
            </w:pPr>
            <w:r w:rsidRPr="00163253">
              <w:rPr>
                <w:b/>
                <w:bCs/>
                <w:lang w:val="en-US"/>
              </w:rPr>
              <w:t>Address</w:t>
            </w:r>
          </w:p>
        </w:tc>
        <w:tc>
          <w:tcPr>
            <w:tcW w:w="285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63253" w:rsidRPr="00163253" w:rsidRDefault="00163253" w:rsidP="00163253">
            <w:pPr>
              <w:tabs>
                <w:tab w:val="right" w:pos="10170"/>
              </w:tabs>
              <w:spacing w:after="0"/>
            </w:pPr>
            <w:r w:rsidRPr="00163253">
              <w:rPr>
                <w:lang w:val="en-US"/>
              </w:rPr>
              <w:t>210 Main Street, New Cairo</w:t>
            </w:r>
          </w:p>
        </w:tc>
        <w:tc>
          <w:tcPr>
            <w:tcW w:w="27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63253" w:rsidRPr="00163253" w:rsidRDefault="00163253" w:rsidP="00163253">
            <w:pPr>
              <w:tabs>
                <w:tab w:val="right" w:pos="10170"/>
              </w:tabs>
              <w:spacing w:after="0"/>
            </w:pPr>
            <w:r w:rsidRPr="00163253">
              <w:rPr>
                <w:lang w:val="en-US"/>
              </w:rPr>
              <w:t>3100 Main Street, New Cairo</w:t>
            </w:r>
          </w:p>
        </w:tc>
        <w:tc>
          <w:tcPr>
            <w:tcW w:w="39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63253" w:rsidRPr="00163253" w:rsidRDefault="00163253" w:rsidP="00163253">
            <w:pPr>
              <w:tabs>
                <w:tab w:val="right" w:pos="10170"/>
              </w:tabs>
              <w:spacing w:after="0"/>
            </w:pPr>
            <w:r w:rsidRPr="00163253">
              <w:rPr>
                <w:lang w:val="en-US"/>
              </w:rPr>
              <w:t>410 Main Streets, New Cairo</w:t>
            </w:r>
          </w:p>
        </w:tc>
      </w:tr>
      <w:tr w:rsidR="00163253" w:rsidRPr="00163253" w:rsidTr="00163253">
        <w:trPr>
          <w:trHeight w:val="223"/>
        </w:trPr>
        <w:tc>
          <w:tcPr>
            <w:tcW w:w="155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63253" w:rsidRPr="00163253" w:rsidRDefault="00163253" w:rsidP="00163253">
            <w:pPr>
              <w:tabs>
                <w:tab w:val="right" w:pos="10170"/>
              </w:tabs>
              <w:spacing w:after="0"/>
            </w:pPr>
            <w:r w:rsidRPr="00163253">
              <w:rPr>
                <w:b/>
                <w:bCs/>
                <w:lang w:val="en-US"/>
              </w:rPr>
              <w:t>Age</w:t>
            </w:r>
          </w:p>
        </w:tc>
        <w:tc>
          <w:tcPr>
            <w:tcW w:w="285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63253" w:rsidRPr="00163253" w:rsidRDefault="00163253" w:rsidP="00163253">
            <w:pPr>
              <w:tabs>
                <w:tab w:val="right" w:pos="10170"/>
              </w:tabs>
              <w:spacing w:after="0"/>
            </w:pPr>
            <w:r w:rsidRPr="00163253">
              <w:rPr>
                <w:lang w:val="en-US"/>
              </w:rPr>
              <w:t>19</w:t>
            </w:r>
          </w:p>
        </w:tc>
        <w:tc>
          <w:tcPr>
            <w:tcW w:w="27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63253" w:rsidRPr="00163253" w:rsidRDefault="00163253" w:rsidP="00163253">
            <w:pPr>
              <w:tabs>
                <w:tab w:val="right" w:pos="10170"/>
              </w:tabs>
              <w:spacing w:after="0"/>
            </w:pPr>
            <w:r w:rsidRPr="00163253">
              <w:rPr>
                <w:lang w:val="en-US"/>
              </w:rPr>
              <w:t>29</w:t>
            </w:r>
          </w:p>
        </w:tc>
        <w:tc>
          <w:tcPr>
            <w:tcW w:w="39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63253" w:rsidRPr="00163253" w:rsidRDefault="00163253" w:rsidP="00163253">
            <w:pPr>
              <w:tabs>
                <w:tab w:val="right" w:pos="10170"/>
              </w:tabs>
              <w:spacing w:after="0"/>
            </w:pPr>
            <w:r w:rsidRPr="00163253">
              <w:rPr>
                <w:lang w:val="en-US"/>
              </w:rPr>
              <w:t>39</w:t>
            </w:r>
          </w:p>
        </w:tc>
      </w:tr>
      <w:tr w:rsidR="00163253" w:rsidRPr="00163253" w:rsidTr="00163253">
        <w:trPr>
          <w:trHeight w:val="1060"/>
        </w:trPr>
        <w:tc>
          <w:tcPr>
            <w:tcW w:w="155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63253" w:rsidRPr="00163253" w:rsidRDefault="00163253" w:rsidP="00163253">
            <w:pPr>
              <w:tabs>
                <w:tab w:val="right" w:pos="10170"/>
              </w:tabs>
              <w:spacing w:after="0"/>
            </w:pPr>
            <w:r w:rsidRPr="00163253">
              <w:rPr>
                <w:b/>
                <w:bCs/>
                <w:lang w:val="en-US"/>
              </w:rPr>
              <w:t>Educational Qualifications</w:t>
            </w:r>
          </w:p>
        </w:tc>
        <w:tc>
          <w:tcPr>
            <w:tcW w:w="285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63253" w:rsidRPr="00163253" w:rsidRDefault="00163253" w:rsidP="00163253">
            <w:pPr>
              <w:tabs>
                <w:tab w:val="right" w:pos="10170"/>
              </w:tabs>
              <w:spacing w:after="0"/>
            </w:pPr>
            <w:r w:rsidRPr="00163253">
              <w:rPr>
                <w:lang w:val="en-US"/>
              </w:rPr>
              <w:t xml:space="preserve">5 </w:t>
            </w:r>
            <w:proofErr w:type="spellStart"/>
            <w:r w:rsidRPr="00163253">
              <w:rPr>
                <w:lang w:val="en-US"/>
              </w:rPr>
              <w:t>iGCSEs</w:t>
            </w:r>
            <w:proofErr w:type="spellEnd"/>
            <w:r w:rsidRPr="00163253">
              <w:rPr>
                <w:lang w:val="en-US"/>
              </w:rPr>
              <w:t xml:space="preserve">, including English, </w:t>
            </w:r>
            <w:proofErr w:type="spellStart"/>
            <w:r w:rsidRPr="00163253">
              <w:rPr>
                <w:lang w:val="en-US"/>
              </w:rPr>
              <w:t>Maths</w:t>
            </w:r>
            <w:proofErr w:type="spellEnd"/>
            <w:r w:rsidRPr="00163253">
              <w:rPr>
                <w:lang w:val="en-US"/>
              </w:rPr>
              <w:t xml:space="preserve"> and Computer Studies. Administration qualifications – Level 1</w:t>
            </w:r>
          </w:p>
        </w:tc>
        <w:tc>
          <w:tcPr>
            <w:tcW w:w="27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63253" w:rsidRPr="00163253" w:rsidRDefault="00163253" w:rsidP="00163253">
            <w:pPr>
              <w:tabs>
                <w:tab w:val="right" w:pos="10170"/>
              </w:tabs>
              <w:spacing w:after="0"/>
            </w:pPr>
            <w:r w:rsidRPr="00163253">
              <w:rPr>
                <w:lang w:val="en-US"/>
              </w:rPr>
              <w:t xml:space="preserve">6 </w:t>
            </w:r>
            <w:proofErr w:type="spellStart"/>
            <w:r w:rsidRPr="00163253">
              <w:rPr>
                <w:lang w:val="en-US"/>
              </w:rPr>
              <w:t>iGCSEs</w:t>
            </w:r>
            <w:proofErr w:type="spellEnd"/>
            <w:r w:rsidRPr="00163253">
              <w:rPr>
                <w:lang w:val="en-US"/>
              </w:rPr>
              <w:t xml:space="preserve">, including English, </w:t>
            </w:r>
            <w:proofErr w:type="spellStart"/>
            <w:r w:rsidRPr="00163253">
              <w:rPr>
                <w:lang w:val="en-US"/>
              </w:rPr>
              <w:t>Maths</w:t>
            </w:r>
            <w:proofErr w:type="spellEnd"/>
            <w:r w:rsidRPr="00163253">
              <w:rPr>
                <w:lang w:val="en-US"/>
              </w:rPr>
              <w:t xml:space="preserve"> and Computer Studies. Administration qualifications – Level 1 &amp; 2</w:t>
            </w:r>
          </w:p>
        </w:tc>
        <w:tc>
          <w:tcPr>
            <w:tcW w:w="39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63253" w:rsidRPr="00163253" w:rsidRDefault="00163253" w:rsidP="00163253">
            <w:pPr>
              <w:tabs>
                <w:tab w:val="right" w:pos="10170"/>
              </w:tabs>
              <w:spacing w:after="0"/>
            </w:pPr>
            <w:r w:rsidRPr="00163253">
              <w:rPr>
                <w:lang w:val="en-US"/>
              </w:rPr>
              <w:t xml:space="preserve">5 O Levels, including English and </w:t>
            </w:r>
            <w:proofErr w:type="spellStart"/>
            <w:r w:rsidRPr="00163253">
              <w:rPr>
                <w:lang w:val="en-US"/>
              </w:rPr>
              <w:t>Maths</w:t>
            </w:r>
            <w:proofErr w:type="spellEnd"/>
            <w:r w:rsidRPr="00163253">
              <w:rPr>
                <w:lang w:val="en-US"/>
              </w:rPr>
              <w:t xml:space="preserve"> Administration qualifications – Level 1, 2 and 3.</w:t>
            </w:r>
          </w:p>
        </w:tc>
      </w:tr>
      <w:tr w:rsidR="00163253" w:rsidRPr="00163253" w:rsidTr="00163253">
        <w:trPr>
          <w:trHeight w:val="1123"/>
        </w:trPr>
        <w:tc>
          <w:tcPr>
            <w:tcW w:w="155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63253" w:rsidRPr="00163253" w:rsidRDefault="00163253" w:rsidP="00163253">
            <w:pPr>
              <w:tabs>
                <w:tab w:val="right" w:pos="10170"/>
              </w:tabs>
              <w:spacing w:after="0"/>
            </w:pPr>
            <w:r w:rsidRPr="00163253">
              <w:rPr>
                <w:b/>
                <w:bCs/>
                <w:lang w:val="en-US"/>
              </w:rPr>
              <w:t>Previous Employment</w:t>
            </w:r>
          </w:p>
        </w:tc>
        <w:tc>
          <w:tcPr>
            <w:tcW w:w="285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63253" w:rsidRPr="00163253" w:rsidRDefault="00163253" w:rsidP="00163253">
            <w:pPr>
              <w:tabs>
                <w:tab w:val="right" w:pos="10170"/>
              </w:tabs>
              <w:spacing w:after="0"/>
            </w:pPr>
            <w:r w:rsidRPr="00163253">
              <w:rPr>
                <w:lang w:val="en-US"/>
              </w:rPr>
              <w:t>6 months as a junior administrative assistant</w:t>
            </w:r>
          </w:p>
        </w:tc>
        <w:tc>
          <w:tcPr>
            <w:tcW w:w="27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63253" w:rsidRPr="00163253" w:rsidRDefault="00163253" w:rsidP="00163253">
            <w:pPr>
              <w:tabs>
                <w:tab w:val="right" w:pos="10170"/>
              </w:tabs>
              <w:spacing w:after="0"/>
            </w:pPr>
            <w:r w:rsidRPr="00163253">
              <w:rPr>
                <w:lang w:val="en-US"/>
              </w:rPr>
              <w:t>1 year as a junior</w:t>
            </w:r>
            <w:r w:rsidRPr="00163253">
              <w:rPr>
                <w:lang w:val="en-US"/>
              </w:rPr>
              <w:br/>
              <w:t>3 years on reception</w:t>
            </w:r>
            <w:r w:rsidRPr="00163253">
              <w:rPr>
                <w:lang w:val="en-US"/>
              </w:rPr>
              <w:br/>
              <w:t>6 years as a personal assistant</w:t>
            </w:r>
          </w:p>
        </w:tc>
        <w:tc>
          <w:tcPr>
            <w:tcW w:w="39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63253" w:rsidRPr="00163253" w:rsidRDefault="00163253" w:rsidP="00163253">
            <w:pPr>
              <w:tabs>
                <w:tab w:val="right" w:pos="10170"/>
              </w:tabs>
              <w:spacing w:after="0"/>
            </w:pPr>
            <w:r w:rsidRPr="00163253">
              <w:rPr>
                <w:lang w:val="en-US"/>
              </w:rPr>
              <w:t>Switchboard duties – 2 years</w:t>
            </w:r>
            <w:r w:rsidRPr="00163253">
              <w:rPr>
                <w:lang w:val="en-US"/>
              </w:rPr>
              <w:br/>
              <w:t>Reception – 3 years</w:t>
            </w:r>
            <w:r w:rsidRPr="00163253">
              <w:rPr>
                <w:lang w:val="en-US"/>
              </w:rPr>
              <w:br/>
              <w:t>General office duties – 6 years</w:t>
            </w:r>
          </w:p>
          <w:p w:rsidR="00163253" w:rsidRPr="00163253" w:rsidRDefault="00163253" w:rsidP="00163253">
            <w:pPr>
              <w:tabs>
                <w:tab w:val="right" w:pos="10170"/>
              </w:tabs>
              <w:spacing w:after="0"/>
            </w:pPr>
            <w:r w:rsidRPr="00163253">
              <w:rPr>
                <w:lang w:val="en-US"/>
              </w:rPr>
              <w:t>Head of administration section – 6 years.</w:t>
            </w:r>
          </w:p>
          <w:p w:rsidR="00163253" w:rsidRPr="00163253" w:rsidRDefault="00163253" w:rsidP="00163253">
            <w:pPr>
              <w:tabs>
                <w:tab w:val="right" w:pos="10170"/>
              </w:tabs>
              <w:spacing w:after="0"/>
            </w:pPr>
            <w:r w:rsidRPr="00163253">
              <w:rPr>
                <w:lang w:val="en-US"/>
              </w:rPr>
              <w:t>Personal Assistant – 2 years.</w:t>
            </w:r>
          </w:p>
        </w:tc>
      </w:tr>
      <w:tr w:rsidR="00163253" w:rsidRPr="00163253" w:rsidTr="00163253">
        <w:trPr>
          <w:trHeight w:val="1168"/>
        </w:trPr>
        <w:tc>
          <w:tcPr>
            <w:tcW w:w="155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63253" w:rsidRPr="00163253" w:rsidRDefault="00163253" w:rsidP="00163253">
            <w:pPr>
              <w:tabs>
                <w:tab w:val="right" w:pos="10170"/>
              </w:tabs>
              <w:spacing w:after="0"/>
            </w:pPr>
            <w:r w:rsidRPr="00163253">
              <w:rPr>
                <w:b/>
                <w:bCs/>
                <w:lang w:val="en-US"/>
              </w:rPr>
              <w:t>Interests/</w:t>
            </w:r>
            <w:r w:rsidRPr="00163253">
              <w:rPr>
                <w:b/>
                <w:bCs/>
                <w:lang w:val="en-US"/>
              </w:rPr>
              <w:br/>
              <w:t>Hobbies</w:t>
            </w:r>
          </w:p>
        </w:tc>
        <w:tc>
          <w:tcPr>
            <w:tcW w:w="285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63253" w:rsidRPr="00163253" w:rsidRDefault="00163253" w:rsidP="00163253">
            <w:pPr>
              <w:tabs>
                <w:tab w:val="right" w:pos="10170"/>
              </w:tabs>
              <w:spacing w:after="0"/>
            </w:pPr>
            <w:r w:rsidRPr="00163253">
              <w:rPr>
                <w:lang w:val="en-US"/>
              </w:rPr>
              <w:t>Playing sports – member of several local teams, seeing friends, voluntary helper with a youth group.</w:t>
            </w:r>
          </w:p>
        </w:tc>
        <w:tc>
          <w:tcPr>
            <w:tcW w:w="27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63253" w:rsidRPr="00163253" w:rsidRDefault="00163253" w:rsidP="00163253">
            <w:pPr>
              <w:tabs>
                <w:tab w:val="right" w:pos="10170"/>
              </w:tabs>
              <w:spacing w:after="0"/>
            </w:pPr>
            <w:r w:rsidRPr="00163253">
              <w:rPr>
                <w:lang w:val="en-US"/>
              </w:rPr>
              <w:t>Reading, member of local football team, playing piano, rock climbing.</w:t>
            </w:r>
          </w:p>
        </w:tc>
        <w:tc>
          <w:tcPr>
            <w:tcW w:w="39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63253" w:rsidRPr="00163253" w:rsidRDefault="00163253" w:rsidP="00163253">
            <w:pPr>
              <w:tabs>
                <w:tab w:val="right" w:pos="10170"/>
              </w:tabs>
              <w:spacing w:after="0"/>
            </w:pPr>
            <w:r w:rsidRPr="00163253">
              <w:rPr>
                <w:lang w:val="en-US"/>
              </w:rPr>
              <w:t>Reading, cinema, watching television.</w:t>
            </w:r>
          </w:p>
        </w:tc>
      </w:tr>
    </w:tbl>
    <w:p w:rsidR="00000000" w:rsidRPr="00163253" w:rsidRDefault="00B02B0B" w:rsidP="00163253">
      <w:pPr>
        <w:numPr>
          <w:ilvl w:val="0"/>
          <w:numId w:val="16"/>
        </w:numPr>
        <w:tabs>
          <w:tab w:val="right" w:pos="10170"/>
        </w:tabs>
      </w:pPr>
      <w:r w:rsidRPr="00163253">
        <w:rPr>
          <w:lang w:val="en-US"/>
        </w:rPr>
        <w:t>What additional questions do you think should have been on the application form? Why should they have been asked?</w:t>
      </w:r>
    </w:p>
    <w:p w:rsidR="00163253" w:rsidRPr="00163253" w:rsidRDefault="00163253" w:rsidP="00163253">
      <w:pPr>
        <w:tabs>
          <w:tab w:val="right" w:pos="10170"/>
        </w:tabs>
      </w:pPr>
      <w:r w:rsidRPr="00163253">
        <w:rPr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163253">
        <w:rPr>
          <w:lang w:val="en-US"/>
        </w:rPr>
        <w:tab/>
        <w:t>[4]</w:t>
      </w:r>
    </w:p>
    <w:p w:rsidR="00163253" w:rsidRPr="00163253" w:rsidRDefault="00B02B0B" w:rsidP="00D40BE6">
      <w:pPr>
        <w:numPr>
          <w:ilvl w:val="0"/>
          <w:numId w:val="16"/>
        </w:numPr>
        <w:tabs>
          <w:tab w:val="right" w:pos="10170"/>
        </w:tabs>
      </w:pPr>
      <w:r w:rsidRPr="00163253">
        <w:rPr>
          <w:lang w:val="en-US"/>
        </w:rPr>
        <w:t xml:space="preserve">Design your own application form for the job </w:t>
      </w:r>
      <w:r w:rsidRPr="00163253">
        <w:rPr>
          <w:lang w:val="en-US"/>
        </w:rPr>
        <w:t xml:space="preserve">you produced and advertisement on </w:t>
      </w:r>
      <w:r w:rsidRPr="00163253">
        <w:rPr>
          <w:b/>
          <w:bCs/>
          <w:lang w:val="en-US"/>
        </w:rPr>
        <w:t>Activity 8.3.</w:t>
      </w:r>
      <w:r w:rsidR="00163253">
        <w:rPr>
          <w:b/>
          <w:bCs/>
          <w:lang w:val="en-US"/>
        </w:rPr>
        <w:tab/>
      </w:r>
      <w:r w:rsidR="00163253" w:rsidRPr="00163253">
        <w:rPr>
          <w:bCs/>
          <w:lang w:val="en-US"/>
        </w:rPr>
        <w:t>[4]</w:t>
      </w:r>
      <w:bookmarkStart w:id="0" w:name="_GoBack"/>
      <w:bookmarkEnd w:id="0"/>
    </w:p>
    <w:sectPr w:rsidR="00163253" w:rsidRPr="00163253" w:rsidSect="003A05FE">
      <w:headerReference w:type="default" r:id="rId7"/>
      <w:footerReference w:type="default" r:id="rId8"/>
      <w:pgSz w:w="11906" w:h="16838"/>
      <w:pgMar w:top="990" w:right="746" w:bottom="630" w:left="99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2B0B" w:rsidRDefault="00B02B0B" w:rsidP="00027C4B">
      <w:pPr>
        <w:spacing w:after="0" w:line="240" w:lineRule="auto"/>
      </w:pPr>
      <w:r>
        <w:separator/>
      </w:r>
    </w:p>
  </w:endnote>
  <w:endnote w:type="continuationSeparator" w:id="0">
    <w:p w:rsidR="00B02B0B" w:rsidRDefault="00B02B0B" w:rsidP="00027C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7C4B" w:rsidRDefault="00027C4B">
    <w:pPr>
      <w:pStyle w:val="Footer"/>
    </w:pPr>
    <w:r>
      <w:t xml:space="preserve">© </w:t>
    </w:r>
    <w:proofErr w:type="spellStart"/>
    <w:r>
      <w:t>Enderoth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2B0B" w:rsidRDefault="00B02B0B" w:rsidP="00027C4B">
      <w:pPr>
        <w:spacing w:after="0" w:line="240" w:lineRule="auto"/>
      </w:pPr>
      <w:r>
        <w:separator/>
      </w:r>
    </w:p>
  </w:footnote>
  <w:footnote w:type="continuationSeparator" w:id="0">
    <w:p w:rsidR="00B02B0B" w:rsidRDefault="00B02B0B" w:rsidP="00027C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7C4B" w:rsidRPr="00163253" w:rsidRDefault="00163253" w:rsidP="00163253">
    <w:pPr>
      <w:tabs>
        <w:tab w:val="right" w:pos="10170"/>
      </w:tabs>
      <w:rPr>
        <w:sz w:val="34"/>
      </w:rPr>
    </w:pPr>
    <w:r w:rsidRPr="00163253">
      <w:rPr>
        <w:b/>
        <w:bCs/>
        <w:sz w:val="34"/>
        <w:lang w:val="en-US"/>
      </w:rPr>
      <w:t>Activity 8.4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A13CC1"/>
    <w:multiLevelType w:val="hybridMultilevel"/>
    <w:tmpl w:val="CBDEB36A"/>
    <w:lvl w:ilvl="0" w:tplc="69E62A3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94D42954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EF23A24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E3F23D80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E6FA9990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B39881F0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3F0860EC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CFBCDCD2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F08E0D9C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0C2E99"/>
    <w:multiLevelType w:val="hybridMultilevel"/>
    <w:tmpl w:val="DB3E7406"/>
    <w:lvl w:ilvl="0" w:tplc="952C53C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A54A34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D2662C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2EA56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446DF7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AE4AFF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83C5DF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0FCBE1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6908CD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E83607E"/>
    <w:multiLevelType w:val="hybridMultilevel"/>
    <w:tmpl w:val="24E4C716"/>
    <w:lvl w:ilvl="0" w:tplc="124AFC88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839A32F4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0FA8DC74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10CCB4A6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EAE4D2E4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EB42F9BC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2D906548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07E06952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FA564210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" w15:restartNumberingAfterBreak="0">
    <w:nsid w:val="1D4528FE"/>
    <w:multiLevelType w:val="hybridMultilevel"/>
    <w:tmpl w:val="A5D0C40A"/>
    <w:lvl w:ilvl="0" w:tplc="2E0849C4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A300312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3E688C06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456A67C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5E1A7B9C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B2DC1FE2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77B4CE5A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FA0402E4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31E0BE68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4" w15:restartNumberingAfterBreak="0">
    <w:nsid w:val="230936D5"/>
    <w:multiLevelType w:val="hybridMultilevel"/>
    <w:tmpl w:val="A9B29868"/>
    <w:lvl w:ilvl="0" w:tplc="6A70A3D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99723242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981CEDA2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0E2AA8D8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15C47832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A3BCEDD4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8E7829D2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B7469298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79A66AC2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53D50D1"/>
    <w:multiLevelType w:val="hybridMultilevel"/>
    <w:tmpl w:val="2E54C9B4"/>
    <w:lvl w:ilvl="0" w:tplc="A30A59A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4B1CFCB2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CEC898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00B20142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A8FA2C42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53A2CCA6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85465DD4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21D8A4F8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606804A8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75F342C"/>
    <w:multiLevelType w:val="hybridMultilevel"/>
    <w:tmpl w:val="91E44F46"/>
    <w:lvl w:ilvl="0" w:tplc="A7CA89D4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F124B84A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71BA735C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2DC2E1B2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1BEA5F1A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D2ACB70C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BFFCB5EC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AB7AFAA6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502AEF74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7" w15:restartNumberingAfterBreak="0">
    <w:nsid w:val="2F1B653E"/>
    <w:multiLevelType w:val="hybridMultilevel"/>
    <w:tmpl w:val="94EC87BC"/>
    <w:lvl w:ilvl="0" w:tplc="BB3A1260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4ABA4074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FD8CABD0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C046B2DE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68946A9E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944836A4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B6AC8704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0B46B696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189C7786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8" w15:restartNumberingAfterBreak="0">
    <w:nsid w:val="35913B9A"/>
    <w:multiLevelType w:val="hybridMultilevel"/>
    <w:tmpl w:val="A7DAEF4E"/>
    <w:lvl w:ilvl="0" w:tplc="265044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27E28AD8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45C3438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BE90445E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3A9E2B62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9716C74E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A12CB030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C33421AC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475E474A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81B3159"/>
    <w:multiLevelType w:val="hybridMultilevel"/>
    <w:tmpl w:val="9B489720"/>
    <w:lvl w:ilvl="0" w:tplc="46DA9F6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FBC2FA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92ADA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948950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23A8BA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9E4C74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CE4972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22012D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D70529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DA27982"/>
    <w:multiLevelType w:val="hybridMultilevel"/>
    <w:tmpl w:val="A54845F0"/>
    <w:lvl w:ilvl="0" w:tplc="64A0DF4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B12A2B4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plc="45F400E4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975AC334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41B42C6E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F21A9436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7828FF20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15FCDA7E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B706D678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265377F"/>
    <w:multiLevelType w:val="hybridMultilevel"/>
    <w:tmpl w:val="8BA011F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0F4C3C"/>
    <w:multiLevelType w:val="hybridMultilevel"/>
    <w:tmpl w:val="AAD2E1A2"/>
    <w:lvl w:ilvl="0" w:tplc="B05AFA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AA2AE3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C88B6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F9CE54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9C60DA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196C2A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E8E3CC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9E2B4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F94D40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B9D6F17"/>
    <w:multiLevelType w:val="hybridMultilevel"/>
    <w:tmpl w:val="0E22A97A"/>
    <w:lvl w:ilvl="0" w:tplc="440AA4DC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108E8844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3F340FD6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D638C88A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05562856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CCAC8AE8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904A1148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67301714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9F00292E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4032568"/>
    <w:multiLevelType w:val="hybridMultilevel"/>
    <w:tmpl w:val="776A91B2"/>
    <w:lvl w:ilvl="0" w:tplc="D0D4F7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5A137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A4CAF7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2FA6DC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D52BF9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5A252C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4705EF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B96334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7E05F6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2144C58"/>
    <w:multiLevelType w:val="hybridMultilevel"/>
    <w:tmpl w:val="3AA89EB8"/>
    <w:lvl w:ilvl="0" w:tplc="61EAD9E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5F54A624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65445EA2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FC025A76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F0660E56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55F4F9BC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691E0B04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1AF44BE4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CA082AFE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25B5546"/>
    <w:multiLevelType w:val="hybridMultilevel"/>
    <w:tmpl w:val="630C3D44"/>
    <w:lvl w:ilvl="0" w:tplc="B4D6E4B8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F286869E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DBDE7452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012EA4DA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C1349DE4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CA96591C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DAFEF3EC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3C725328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7D14E082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3"/>
  </w:num>
  <w:num w:numId="2">
    <w:abstractNumId w:val="4"/>
  </w:num>
  <w:num w:numId="3">
    <w:abstractNumId w:val="7"/>
  </w:num>
  <w:num w:numId="4">
    <w:abstractNumId w:val="10"/>
  </w:num>
  <w:num w:numId="5">
    <w:abstractNumId w:val="14"/>
  </w:num>
  <w:num w:numId="6">
    <w:abstractNumId w:val="5"/>
  </w:num>
  <w:num w:numId="7">
    <w:abstractNumId w:val="9"/>
  </w:num>
  <w:num w:numId="8">
    <w:abstractNumId w:val="8"/>
  </w:num>
  <w:num w:numId="9">
    <w:abstractNumId w:val="6"/>
  </w:num>
  <w:num w:numId="10">
    <w:abstractNumId w:val="12"/>
  </w:num>
  <w:num w:numId="11">
    <w:abstractNumId w:val="15"/>
  </w:num>
  <w:num w:numId="12">
    <w:abstractNumId w:val="1"/>
  </w:num>
  <w:num w:numId="13">
    <w:abstractNumId w:val="0"/>
  </w:num>
  <w:num w:numId="14">
    <w:abstractNumId w:val="2"/>
  </w:num>
  <w:num w:numId="15">
    <w:abstractNumId w:val="16"/>
  </w:num>
  <w:num w:numId="16">
    <w:abstractNumId w:val="13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7C19"/>
    <w:rsid w:val="00027C4B"/>
    <w:rsid w:val="00085080"/>
    <w:rsid w:val="00091563"/>
    <w:rsid w:val="00163253"/>
    <w:rsid w:val="00166DA7"/>
    <w:rsid w:val="001D3D82"/>
    <w:rsid w:val="0022023D"/>
    <w:rsid w:val="00220C19"/>
    <w:rsid w:val="00231489"/>
    <w:rsid w:val="0038502F"/>
    <w:rsid w:val="003A05FE"/>
    <w:rsid w:val="003D7C19"/>
    <w:rsid w:val="004B65C5"/>
    <w:rsid w:val="005263C1"/>
    <w:rsid w:val="005C2A75"/>
    <w:rsid w:val="007254DF"/>
    <w:rsid w:val="00757EFC"/>
    <w:rsid w:val="0076197F"/>
    <w:rsid w:val="00786D97"/>
    <w:rsid w:val="007E0F23"/>
    <w:rsid w:val="007F0907"/>
    <w:rsid w:val="00842464"/>
    <w:rsid w:val="00865A6C"/>
    <w:rsid w:val="008B1285"/>
    <w:rsid w:val="009F52DD"/>
    <w:rsid w:val="00B02B0B"/>
    <w:rsid w:val="00B53B62"/>
    <w:rsid w:val="00CD24AD"/>
    <w:rsid w:val="00D00AD9"/>
    <w:rsid w:val="00DE73BE"/>
    <w:rsid w:val="00F21848"/>
    <w:rsid w:val="00F24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5D19ED1-A0BC-4373-8EC4-CEAEBA0AA1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20C19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9F52D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27C4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7C4B"/>
  </w:style>
  <w:style w:type="paragraph" w:styleId="Footer">
    <w:name w:val="footer"/>
    <w:basedOn w:val="Normal"/>
    <w:link w:val="FooterChar"/>
    <w:uiPriority w:val="99"/>
    <w:unhideWhenUsed/>
    <w:rsid w:val="00027C4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7C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04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309506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87031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819909">
          <w:marLeft w:val="99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091527">
          <w:marLeft w:val="99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5343">
          <w:marLeft w:val="99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45790">
          <w:marLeft w:val="99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098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9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952715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442807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54799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880312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753787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941364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23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225840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827414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967060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213973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498254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078475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193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9144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9651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099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1969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146066">
          <w:marLeft w:val="533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593717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898992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682686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943152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249641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387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180453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215579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668059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457469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722521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894965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655730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853319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173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0428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527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7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6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799020">
          <w:marLeft w:val="533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521084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155922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432036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383559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975438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66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7425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86807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81411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23185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58965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Activity 8.4 - Job Application</Template>
  <TotalTime>8</TotalTime>
  <Pages>1</Pages>
  <Words>444</Words>
  <Characters>2536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HP-PC</dc:creator>
  <cp:keywords/>
  <dc:description/>
  <cp:lastModifiedBy>HP-PC</cp:lastModifiedBy>
  <cp:revision>2</cp:revision>
  <dcterms:created xsi:type="dcterms:W3CDTF">2016-01-16T11:20:00Z</dcterms:created>
  <dcterms:modified xsi:type="dcterms:W3CDTF">2016-01-16T11:20:00Z</dcterms:modified>
</cp:coreProperties>
</file>